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42E" w:rsidRDefault="00CE342E" w:rsidP="0088483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7</w:t>
      </w:r>
    </w:p>
    <w:p w:rsidR="00CE342E" w:rsidRDefault="00CE342E" w:rsidP="0088483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решению Совета депутатов</w:t>
      </w:r>
    </w:p>
    <w:p w:rsidR="00CE342E" w:rsidRPr="0088483F" w:rsidRDefault="00CE342E" w:rsidP="0088483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городского поселения Берёзово</w:t>
      </w:r>
    </w:p>
    <w:p w:rsidR="00CE342E" w:rsidRPr="000B3D6D" w:rsidRDefault="00CE342E" w:rsidP="000B3D6D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29.04.2013 № 283</w:t>
      </w:r>
    </w:p>
    <w:p w:rsidR="00CE342E" w:rsidRPr="009B4496" w:rsidRDefault="00CE342E" w:rsidP="008848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B4496">
        <w:rPr>
          <w:rFonts w:ascii="Times New Roman" w:hAnsi="Times New Roman"/>
          <w:sz w:val="28"/>
          <w:szCs w:val="28"/>
        </w:rPr>
        <w:t>Расходование</w:t>
      </w:r>
    </w:p>
    <w:p w:rsidR="00CE342E" w:rsidRPr="009B4496" w:rsidRDefault="00CE342E" w:rsidP="008848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B4496">
        <w:rPr>
          <w:rFonts w:ascii="Times New Roman" w:hAnsi="Times New Roman"/>
          <w:sz w:val="28"/>
          <w:szCs w:val="28"/>
        </w:rPr>
        <w:t>средств резервного фонда администрации городского поселения Берёзово</w:t>
      </w:r>
    </w:p>
    <w:p w:rsidR="00CE342E" w:rsidRDefault="00CE342E" w:rsidP="008848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B4496">
        <w:rPr>
          <w:rFonts w:ascii="Times New Roman" w:hAnsi="Times New Roman"/>
          <w:sz w:val="28"/>
          <w:szCs w:val="28"/>
        </w:rPr>
        <w:t>в 2012 году</w:t>
      </w:r>
    </w:p>
    <w:p w:rsidR="00CE342E" w:rsidRPr="009B4496" w:rsidRDefault="00CE342E" w:rsidP="008848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E342E" w:rsidRDefault="00CE342E" w:rsidP="0088483F">
      <w:pPr>
        <w:pStyle w:val="PlainTex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Отопление пожарных водоёмов – 36,3 тыс.руб.</w:t>
      </w:r>
    </w:p>
    <w:p w:rsidR="00CE342E" w:rsidRDefault="00CE342E" w:rsidP="0088483F">
      <w:pPr>
        <w:pStyle w:val="PlainTex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Приобретение угля для отопления здания пожарного депо в п.Теги – 32,4 тыс. руб.</w:t>
      </w:r>
    </w:p>
    <w:p w:rsidR="00CE342E" w:rsidRDefault="00CE342E" w:rsidP="0088483F">
      <w:pPr>
        <w:pStyle w:val="PlainTex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Работу илоссосной машины по адресу ул. Дуркина,11 п.Березово – 38, 0 тыс. руб.</w:t>
      </w:r>
    </w:p>
    <w:p w:rsidR="00CE342E" w:rsidRDefault="00CE342E" w:rsidP="0088483F">
      <w:pPr>
        <w:pStyle w:val="PlainTex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Премирование за высокие результаты в  чемпионате Уральского федерального округа по спортивной акробатике (1 место), в окружных межрегиональных  соревнованиях Ханты-Мансийского автономного округа – Югры (бокс)</w:t>
      </w:r>
      <w:r w:rsidRPr="00B241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 три первых места) – 26,8 тыс.руб.</w:t>
      </w:r>
    </w:p>
    <w:p w:rsidR="00CE342E" w:rsidRDefault="00CE342E" w:rsidP="001E7CBD">
      <w:pPr>
        <w:pStyle w:val="PlainText"/>
        <w:ind w:firstLine="708"/>
        <w:rPr>
          <w:rFonts w:ascii="Times New Roman" w:hAnsi="Times New Roman" w:cs="Times New Roman"/>
          <w:sz w:val="28"/>
          <w:szCs w:val="28"/>
        </w:rPr>
      </w:pPr>
    </w:p>
    <w:p w:rsidR="00CE342E" w:rsidRPr="004D6216" w:rsidRDefault="00CE342E" w:rsidP="001E7CBD">
      <w:pPr>
        <w:pStyle w:val="PlainText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</w:t>
      </w:r>
    </w:p>
    <w:p w:rsidR="00CE342E" w:rsidRDefault="00CE342E" w:rsidP="001E7CBD">
      <w:pPr>
        <w:pStyle w:val="PlainText"/>
        <w:ind w:firstLine="708"/>
        <w:rPr>
          <w:rFonts w:ascii="Times New Roman" w:hAnsi="Times New Roman" w:cs="Times New Roman"/>
          <w:sz w:val="28"/>
          <w:szCs w:val="28"/>
        </w:rPr>
      </w:pPr>
    </w:p>
    <w:p w:rsidR="00CE342E" w:rsidRPr="009B4496" w:rsidRDefault="00CE342E" w:rsidP="001E7CBD">
      <w:pPr>
        <w:rPr>
          <w:rFonts w:ascii="Times New Roman" w:hAnsi="Times New Roman"/>
          <w:sz w:val="28"/>
          <w:szCs w:val="28"/>
        </w:rPr>
      </w:pPr>
      <w:r w:rsidRPr="009B4496">
        <w:rPr>
          <w:rFonts w:ascii="Times New Roman" w:hAnsi="Times New Roman"/>
          <w:sz w:val="28"/>
          <w:szCs w:val="28"/>
        </w:rPr>
        <w:t>Всего средств резервного фонда  1</w:t>
      </w:r>
      <w:r>
        <w:rPr>
          <w:rFonts w:ascii="Times New Roman" w:hAnsi="Times New Roman"/>
          <w:sz w:val="28"/>
          <w:szCs w:val="28"/>
        </w:rPr>
        <w:t>33</w:t>
      </w:r>
      <w:r w:rsidRPr="009B4496">
        <w:rPr>
          <w:rFonts w:ascii="Times New Roman" w:hAnsi="Times New Roman"/>
          <w:sz w:val="28"/>
          <w:szCs w:val="28"/>
        </w:rPr>
        <w:t>,5 тыс.руб.</w:t>
      </w:r>
    </w:p>
    <w:p w:rsidR="00CE342E" w:rsidRPr="001E7CBD" w:rsidRDefault="00CE342E" w:rsidP="001E7CBD">
      <w:pPr>
        <w:rPr>
          <w:szCs w:val="28"/>
        </w:rPr>
      </w:pPr>
    </w:p>
    <w:sectPr w:rsidR="00CE342E" w:rsidRPr="001E7CBD" w:rsidSect="0088483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122181"/>
    <w:multiLevelType w:val="hybridMultilevel"/>
    <w:tmpl w:val="E76820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0DAD"/>
    <w:rsid w:val="00023E8C"/>
    <w:rsid w:val="00061C32"/>
    <w:rsid w:val="000B3D6D"/>
    <w:rsid w:val="000F5C3C"/>
    <w:rsid w:val="00100EFC"/>
    <w:rsid w:val="00145022"/>
    <w:rsid w:val="00154496"/>
    <w:rsid w:val="001565D6"/>
    <w:rsid w:val="00156CDE"/>
    <w:rsid w:val="001573BA"/>
    <w:rsid w:val="001A7A80"/>
    <w:rsid w:val="001E7CBD"/>
    <w:rsid w:val="00265A3D"/>
    <w:rsid w:val="00285059"/>
    <w:rsid w:val="002A20CC"/>
    <w:rsid w:val="002A2178"/>
    <w:rsid w:val="002C5442"/>
    <w:rsid w:val="002C55F9"/>
    <w:rsid w:val="002D7A28"/>
    <w:rsid w:val="003055C7"/>
    <w:rsid w:val="00320D1B"/>
    <w:rsid w:val="003A7E15"/>
    <w:rsid w:val="003E48DA"/>
    <w:rsid w:val="00400486"/>
    <w:rsid w:val="00492464"/>
    <w:rsid w:val="004D4755"/>
    <w:rsid w:val="004D6216"/>
    <w:rsid w:val="00511583"/>
    <w:rsid w:val="00512333"/>
    <w:rsid w:val="00575A4E"/>
    <w:rsid w:val="005C6645"/>
    <w:rsid w:val="005C6794"/>
    <w:rsid w:val="005E0304"/>
    <w:rsid w:val="0060566B"/>
    <w:rsid w:val="00614938"/>
    <w:rsid w:val="006166BA"/>
    <w:rsid w:val="00623611"/>
    <w:rsid w:val="00630B4E"/>
    <w:rsid w:val="00696D19"/>
    <w:rsid w:val="006B0B8E"/>
    <w:rsid w:val="006E4183"/>
    <w:rsid w:val="006F7872"/>
    <w:rsid w:val="00732798"/>
    <w:rsid w:val="00733412"/>
    <w:rsid w:val="00810AE4"/>
    <w:rsid w:val="008526E7"/>
    <w:rsid w:val="0088483F"/>
    <w:rsid w:val="0093213D"/>
    <w:rsid w:val="00967148"/>
    <w:rsid w:val="009A5B33"/>
    <w:rsid w:val="009A7AB5"/>
    <w:rsid w:val="009B4496"/>
    <w:rsid w:val="009D54B8"/>
    <w:rsid w:val="00A00BB8"/>
    <w:rsid w:val="00A2421D"/>
    <w:rsid w:val="00A920E9"/>
    <w:rsid w:val="00AA0F2D"/>
    <w:rsid w:val="00AC1683"/>
    <w:rsid w:val="00AD7D61"/>
    <w:rsid w:val="00B241E1"/>
    <w:rsid w:val="00B64B9D"/>
    <w:rsid w:val="00BC06D5"/>
    <w:rsid w:val="00BF60FB"/>
    <w:rsid w:val="00C108F9"/>
    <w:rsid w:val="00C33655"/>
    <w:rsid w:val="00C9116B"/>
    <w:rsid w:val="00CE342E"/>
    <w:rsid w:val="00D02AE4"/>
    <w:rsid w:val="00D2466A"/>
    <w:rsid w:val="00D56EDB"/>
    <w:rsid w:val="00D66D97"/>
    <w:rsid w:val="00DC6DD5"/>
    <w:rsid w:val="00DE3D35"/>
    <w:rsid w:val="00DF0DAD"/>
    <w:rsid w:val="00E21590"/>
    <w:rsid w:val="00ED6A35"/>
    <w:rsid w:val="00EE3DD8"/>
    <w:rsid w:val="00EF20E9"/>
    <w:rsid w:val="00F05CE3"/>
    <w:rsid w:val="00F9256B"/>
    <w:rsid w:val="00FE3700"/>
    <w:rsid w:val="00FE4B06"/>
    <w:rsid w:val="00FF2B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7CB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DF0DA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DF0DAD"/>
    <w:rPr>
      <w:rFonts w:ascii="Courier New" w:hAnsi="Courier New" w:cs="Courier New"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5C67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946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</TotalTime>
  <Pages>1</Pages>
  <Words>122</Words>
  <Characters>701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Шустова Татьяна Викторовна</dc:creator>
  <cp:keywords/>
  <dc:description/>
  <cp:lastModifiedBy>WiZaRd</cp:lastModifiedBy>
  <cp:revision>8</cp:revision>
  <cp:lastPrinted>2013-03-13T08:25:00Z</cp:lastPrinted>
  <dcterms:created xsi:type="dcterms:W3CDTF">2013-03-13T08:06:00Z</dcterms:created>
  <dcterms:modified xsi:type="dcterms:W3CDTF">2013-04-29T11:37:00Z</dcterms:modified>
</cp:coreProperties>
</file>